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893" w:rsidRPr="003B5452" w:rsidRDefault="00EB5893" w:rsidP="00747CB6">
      <w:pPr>
        <w:pStyle w:val="BodyText"/>
        <w:ind w:firstLine="360"/>
        <w:jc w:val="center"/>
        <w:rPr>
          <w:b/>
          <w:bCs/>
          <w:sz w:val="32"/>
          <w:szCs w:val="32"/>
          <w:lang w:eastAsia="en-US"/>
        </w:rPr>
      </w:pPr>
    </w:p>
    <w:p w:rsidR="00EB5893" w:rsidRPr="00E75A07" w:rsidRDefault="00EB5893" w:rsidP="00747CB6">
      <w:pPr>
        <w:pStyle w:val="NoSpacing"/>
        <w:jc w:val="center"/>
        <w:rPr>
          <w:rFonts w:ascii="Times New Roman" w:hAnsi="Times New Roman" w:cs="Times New Roman"/>
          <w:b/>
          <w:bCs/>
          <w:color w:val="008000"/>
          <w:sz w:val="36"/>
          <w:szCs w:val="36"/>
        </w:rPr>
      </w:pPr>
      <w:r w:rsidRPr="000F1A1F">
        <w:rPr>
          <w:rFonts w:ascii="Times New Roman" w:hAnsi="Times New Roman" w:cs="Times New Roman"/>
          <w:b/>
          <w:bCs/>
          <w:color w:val="008000"/>
          <w:sz w:val="36"/>
          <w:szCs w:val="36"/>
        </w:rPr>
        <w:t>Как правильно организовать физкультурные занятия для д</w:t>
      </w:r>
      <w:r>
        <w:rPr>
          <w:rFonts w:ascii="Times New Roman" w:hAnsi="Times New Roman" w:cs="Times New Roman"/>
          <w:b/>
          <w:bCs/>
          <w:color w:val="008000"/>
          <w:sz w:val="36"/>
          <w:szCs w:val="36"/>
        </w:rPr>
        <w:t>ошкольников в домашних условиях</w:t>
      </w:r>
    </w:p>
    <w:p w:rsidR="00EB5893" w:rsidRPr="000F1A1F" w:rsidRDefault="00EB5893" w:rsidP="00747CB6">
      <w:pPr>
        <w:pStyle w:val="NoSpacing"/>
        <w:jc w:val="both"/>
        <w:rPr>
          <w:rFonts w:ascii="Times New Roman" w:hAnsi="Times New Roman" w:cs="Times New Roman"/>
          <w:sz w:val="36"/>
          <w:szCs w:val="36"/>
        </w:rPr>
      </w:pPr>
    </w:p>
    <w:p w:rsidR="00EB5893" w:rsidRPr="000F1A1F" w:rsidRDefault="00EB5893" w:rsidP="00747CB6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Нашим детям для правильного развития опорно-двигательного аппарата необходимо хотя бы раз в день выполнять комплекс физических упражнений. Наличие регулярной адаптированной нагрузки позволит, ребенку вырасти здоровым и сильным. Родителям полезно заниматься физкультурой вместе с детьми и собственным примером прививать детям любовь к физкультуре и спорту. Если родители вместе с детьми будут заниматься физкультурой, ребенок будет считать это нормой, как умывание и чистку зубов по утрам.</w:t>
      </w:r>
    </w:p>
    <w:p w:rsidR="00EB5893" w:rsidRPr="000F1A1F" w:rsidRDefault="00EB5893" w:rsidP="005F1294">
      <w:pPr>
        <w:pStyle w:val="NoSpacing"/>
        <w:ind w:firstLine="708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Для организации физкультурных занятий с детьми необходимо помнить следующее:</w:t>
      </w:r>
    </w:p>
    <w:p w:rsidR="00EB5893" w:rsidRPr="000F1A1F" w:rsidRDefault="00EB5893" w:rsidP="005F1294">
      <w:pPr>
        <w:pStyle w:val="NoSpacing"/>
        <w:ind w:firstLine="708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-Физкультурные занятия желательно проводить в одно и то же время. Единственное исключение из правила — это болезнь ребенка.</w:t>
      </w:r>
    </w:p>
    <w:p w:rsidR="00EB5893" w:rsidRPr="000F1A1F" w:rsidRDefault="00EB5893" w:rsidP="005F1294">
      <w:pPr>
        <w:pStyle w:val="NoSpacing"/>
        <w:ind w:firstLine="708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 xml:space="preserve">- Физкультурные занятия необходимо проводить до еды, натощак. </w:t>
      </w:r>
    </w:p>
    <w:p w:rsidR="00EB5893" w:rsidRPr="000F1A1F" w:rsidRDefault="00EB5893" w:rsidP="004124C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-Лучше всего проводить физкультурные занятия на улице (особенно если вы находитесь на даче).</w:t>
      </w:r>
    </w:p>
    <w:p w:rsidR="00EB5893" w:rsidRPr="000F1A1F" w:rsidRDefault="00EB5893" w:rsidP="004124C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-Перед физкультурными занятиями дома желательно хорошо проветрить помещение. Это позволит совместить физические упражнения с закаливанием.</w:t>
      </w:r>
    </w:p>
    <w:p w:rsidR="00EB5893" w:rsidRPr="000F1A1F" w:rsidRDefault="00EB5893" w:rsidP="004124C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-Во время физкультурных занятий очень важно следить за точностью и правильностью выполнения движений детьми, ведь именно правильное выполнение упражнений является залогом правильного и гармоничного развития суставов.</w:t>
      </w:r>
    </w:p>
    <w:p w:rsidR="00EB5893" w:rsidRPr="000F1A1F" w:rsidRDefault="00EB5893" w:rsidP="004124C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 xml:space="preserve">-Следите за тем, как ваш ребенок дышит во время выполнения физических упражнений - нужно стараться не задерживать дыхание, дышать через нос, полной грудью, соизмеряя ритм дыхания с движениями. </w:t>
      </w:r>
    </w:p>
    <w:p w:rsidR="00EB5893" w:rsidRPr="000F1A1F" w:rsidRDefault="00EB5893" w:rsidP="004124C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-Если во время занятий или после появляются головные боли либо другие неприятные ощущения, рекомендуется посоветоваться с врачом.</w:t>
      </w:r>
    </w:p>
    <w:p w:rsidR="00EB5893" w:rsidRPr="000F1A1F" w:rsidRDefault="00EB5893" w:rsidP="004124C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-Для того чтобы выполнять упражнения было интереснее, лучше заниматься физкультурой под музыку.</w:t>
      </w:r>
    </w:p>
    <w:p w:rsidR="00EB5893" w:rsidRPr="000F1A1F" w:rsidRDefault="00EB5893" w:rsidP="005F1294">
      <w:pPr>
        <w:spacing w:before="210" w:after="21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Дети к 4-м годам уже свободно выполняют простейшие движения, уверенно ходят, бегают, говорят, мыслят, ориентируются в пространстве. В этот период дети удивляют своих родителей, пытаясь помочь им в работе, подражают практически во всем. Однако нельзя забывать, что в этот период у дошкольников все же еще ограниченные, слабо развитые двигательные возможности. В основном у них преобладают движения, в которых участвуют преимущественно крупные мышечные группы. Тяжелой нагрузкой для них являются однотипные движения, которые вызывают в детском организме повышенную утомляемость, а также длительное сохранение одной стабильной фиксированной позы. Учитывая это, не забывайте при проведении занятий, особенно с включением силовых элементов, чередовать упражнения с отдыхом.</w:t>
      </w:r>
    </w:p>
    <w:p w:rsidR="00EB5893" w:rsidRPr="000F1A1F" w:rsidRDefault="00EB5893" w:rsidP="005F1294">
      <w:pPr>
        <w:spacing w:before="210" w:after="21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Физические развивающие занятия для дошкольников рекомендовано проводить в виде имитационных движений и игр. Подбор и дозировка упражнений должны зависеть от возрастных особенностей детей.</w:t>
      </w:r>
    </w:p>
    <w:p w:rsidR="00EB5893" w:rsidRPr="000F1A1F" w:rsidRDefault="00EB5893" w:rsidP="005F1294">
      <w:pPr>
        <w:spacing w:before="210" w:after="21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При проведении занятий (особенно на начальном этапе) не забывайте об индивидуальных особенностях своего ребенка.</w:t>
      </w:r>
    </w:p>
    <w:p w:rsidR="00EB5893" w:rsidRPr="000F1A1F" w:rsidRDefault="00EB5893" w:rsidP="005F1294">
      <w:pPr>
        <w:spacing w:before="210" w:after="21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Разнообразие двигательных возможностей детей требует индивидуального подхода к ним со стороны родителей, что особенно важно при занятиях физическими упражнениями.</w:t>
      </w:r>
    </w:p>
    <w:p w:rsidR="00EB5893" w:rsidRPr="000F1A1F" w:rsidRDefault="00EB5893" w:rsidP="005F1294">
      <w:pPr>
        <w:spacing w:before="210" w:after="21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Как известно, дети в этом возрасте большую часть своего времени уделяют играм. Поэтому и физкультурные, спортивные развивающие занятия для дошкольников должны строиться в виде игры. Упражнения могут состоять из разнообразных подражательных движений. Желательно, чтобы каждое упражнение имело свое сказочное или шутливое название и легко запоминалось. Например, "Чебурашка", "Паровозик", "Зайчик" и т. д. Такие упражнения детям интересны и не утомительны.</w:t>
      </w:r>
    </w:p>
    <w:p w:rsidR="00EB5893" w:rsidRPr="000F1A1F" w:rsidRDefault="00EB5893" w:rsidP="005F1294">
      <w:pPr>
        <w:spacing w:before="210" w:after="21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При составлении комплекса упражнени</w:t>
      </w:r>
      <w:bookmarkStart w:id="0" w:name="_GoBack"/>
      <w:bookmarkEnd w:id="0"/>
      <w:r w:rsidRPr="000F1A1F">
        <w:rPr>
          <w:rFonts w:ascii="Times New Roman" w:hAnsi="Times New Roman" w:cs="Times New Roman"/>
          <w:sz w:val="28"/>
          <w:szCs w:val="28"/>
        </w:rPr>
        <w:t>й для своего ребенка, нужно подбирать упражнения так, чтобы они развивали различные физические качества - силу, быстроту, ловкость, выносливость, координацию движений, гибкость. Упражнения должны также охватывать различные мышечные группы ребенка. Недопустимо, чтобы во время занятий выполнялись упражнения, например, лишь для мышц нижних или верхних конечностей.</w:t>
      </w:r>
    </w:p>
    <w:p w:rsidR="00EB5893" w:rsidRPr="000F1A1F" w:rsidRDefault="00EB5893" w:rsidP="005F1294">
      <w:pPr>
        <w:spacing w:before="210" w:after="21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Важным условием эффективности занятий физкультурой с детьми является постепенность. Начинать необходимо с малого количества упражнений и повторений, а от занятия к занятию прибавлять 1-2 упражнения или повторения движений. Необходима и последовательность выполнения упражнений — от простых к более сложным. Ведь нервная регуляция сердца ребенка несовершенна, а потому ритм его сердечных сокращений быстро сбивается, а сердечная мышца при неадекватном физическом воздействии довольно-таки быстро утомляется. Тем более что для дошкольника практически любое элементарное упражнение, повторяемое многократно с изменением темпа выполнения, уже само по себе способствует физическому развитию.</w:t>
      </w:r>
    </w:p>
    <w:p w:rsidR="00EB5893" w:rsidRPr="000F1A1F" w:rsidRDefault="00EB5893" w:rsidP="004124CD">
      <w:pPr>
        <w:spacing w:before="210" w:after="21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Перед тем как начать выполнять новое незнакомое упражнение с ребенком, желательно объяснить ему его содержание, затем показать и только потом дать попробовать сделать. Старайтесь, чтобы объяснение не было долгим, так как усидчивость и внимание у детей, особенно в 3-4-летнем возрасте, бывает неустойчивым, и они фактически не способны сосредоточиться на продолжительном объяснении.</w:t>
      </w:r>
    </w:p>
    <w:p w:rsidR="00EB5893" w:rsidRPr="000F1A1F" w:rsidRDefault="00EB5893" w:rsidP="004124C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Таким образом, при составлении комплекса физических упражнений для физкультурных занятий дома с детьми необходимо соблюдать следующие правила:</w:t>
      </w:r>
    </w:p>
    <w:p w:rsidR="00EB5893" w:rsidRPr="000F1A1F" w:rsidRDefault="00EB5893" w:rsidP="00D537BF">
      <w:pPr>
        <w:numPr>
          <w:ilvl w:val="0"/>
          <w:numId w:val="1"/>
        </w:numPr>
        <w:spacing w:after="0" w:line="240" w:lineRule="auto"/>
        <w:ind w:left="4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F1A1F">
        <w:rPr>
          <w:rFonts w:ascii="Times New Roman" w:hAnsi="Times New Roman" w:cs="Times New Roman"/>
          <w:sz w:val="28"/>
          <w:szCs w:val="28"/>
        </w:rPr>
        <w:t>Продолжительность занятий с детьми 3-4 лет должна составлять 15—20 мин, соответственно с детками 5—7 лет — 20—30 мин.</w:t>
      </w:r>
    </w:p>
    <w:p w:rsidR="00EB5893" w:rsidRPr="000F1A1F" w:rsidRDefault="00EB5893" w:rsidP="00D537BF">
      <w:pPr>
        <w:numPr>
          <w:ilvl w:val="0"/>
          <w:numId w:val="1"/>
        </w:numPr>
        <w:spacing w:after="0" w:line="240" w:lineRule="auto"/>
        <w:ind w:left="4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A1F">
        <w:rPr>
          <w:rFonts w:ascii="Times New Roman" w:hAnsi="Times New Roman" w:cs="Times New Roman"/>
          <w:sz w:val="28"/>
          <w:szCs w:val="28"/>
        </w:rPr>
        <w:t>В одно занятие рекомендуется включать от 6 до 15 упражнений.</w:t>
      </w:r>
    </w:p>
    <w:p w:rsidR="00EB5893" w:rsidRPr="000F1A1F" w:rsidRDefault="00EB5893" w:rsidP="00D537BF">
      <w:pPr>
        <w:numPr>
          <w:ilvl w:val="0"/>
          <w:numId w:val="1"/>
        </w:numPr>
        <w:spacing w:after="0" w:line="240" w:lineRule="auto"/>
        <w:ind w:left="4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A1F">
        <w:rPr>
          <w:rFonts w:ascii="Times New Roman" w:hAnsi="Times New Roman" w:cs="Times New Roman"/>
          <w:sz w:val="28"/>
          <w:szCs w:val="28"/>
        </w:rPr>
        <w:t>Каждое упражнение необходимо выполнять от 2 до 6 раз (повторений) в зависимости от возрастных особенностей и двигательной подготовленности ребенка.</w:t>
      </w:r>
    </w:p>
    <w:p w:rsidR="00EB5893" w:rsidRPr="000F1A1F" w:rsidRDefault="00EB5893" w:rsidP="00D537BF">
      <w:pPr>
        <w:numPr>
          <w:ilvl w:val="0"/>
          <w:numId w:val="1"/>
        </w:numPr>
        <w:spacing w:after="0" w:line="240" w:lineRule="auto"/>
        <w:ind w:left="4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A1F">
        <w:rPr>
          <w:rFonts w:ascii="Times New Roman" w:hAnsi="Times New Roman" w:cs="Times New Roman"/>
          <w:sz w:val="28"/>
          <w:szCs w:val="28"/>
        </w:rPr>
        <w:t>Не забывайте чередовать упражнения с отдыхом.</w:t>
      </w:r>
    </w:p>
    <w:p w:rsidR="00EB5893" w:rsidRPr="000F1A1F" w:rsidRDefault="00EB5893" w:rsidP="00D537BF">
      <w:pPr>
        <w:numPr>
          <w:ilvl w:val="0"/>
          <w:numId w:val="1"/>
        </w:numPr>
        <w:spacing w:after="0" w:line="240" w:lineRule="auto"/>
        <w:ind w:left="4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A1F">
        <w:rPr>
          <w:rFonts w:ascii="Times New Roman" w:hAnsi="Times New Roman" w:cs="Times New Roman"/>
          <w:sz w:val="28"/>
          <w:szCs w:val="28"/>
        </w:rPr>
        <w:t>Упражнения должны быть преподаны ребенку в виде имитационных движений и игр.</w:t>
      </w:r>
    </w:p>
    <w:p w:rsidR="00EB5893" w:rsidRPr="000F1A1F" w:rsidRDefault="00EB5893" w:rsidP="00D537BF">
      <w:pPr>
        <w:numPr>
          <w:ilvl w:val="0"/>
          <w:numId w:val="1"/>
        </w:numPr>
        <w:spacing w:after="0" w:line="240" w:lineRule="auto"/>
        <w:ind w:left="4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A1F">
        <w:rPr>
          <w:rFonts w:ascii="Times New Roman" w:hAnsi="Times New Roman" w:cs="Times New Roman"/>
          <w:sz w:val="28"/>
          <w:szCs w:val="28"/>
        </w:rPr>
        <w:t>Каждому упражнению придумайте шутливое название.</w:t>
      </w:r>
    </w:p>
    <w:p w:rsidR="00EB5893" w:rsidRPr="000F1A1F" w:rsidRDefault="00EB5893" w:rsidP="00D537BF">
      <w:pPr>
        <w:numPr>
          <w:ilvl w:val="0"/>
          <w:numId w:val="1"/>
        </w:numPr>
        <w:spacing w:after="0" w:line="240" w:lineRule="auto"/>
        <w:ind w:left="4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A1F">
        <w:rPr>
          <w:rFonts w:ascii="Times New Roman" w:hAnsi="Times New Roman" w:cs="Times New Roman"/>
          <w:sz w:val="28"/>
          <w:szCs w:val="28"/>
        </w:rPr>
        <w:t>Комплекс должен состоять из упражнений на различные мышечные группы, развивающие разнообразные физические качества.</w:t>
      </w:r>
    </w:p>
    <w:p w:rsidR="00EB5893" w:rsidRPr="000F1A1F" w:rsidRDefault="00EB5893" w:rsidP="00D537BF">
      <w:pPr>
        <w:numPr>
          <w:ilvl w:val="0"/>
          <w:numId w:val="1"/>
        </w:numPr>
        <w:spacing w:after="0" w:line="240" w:lineRule="auto"/>
        <w:ind w:left="4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A1F">
        <w:rPr>
          <w:rFonts w:ascii="Times New Roman" w:hAnsi="Times New Roman" w:cs="Times New Roman"/>
          <w:sz w:val="28"/>
          <w:szCs w:val="28"/>
        </w:rPr>
        <w:t>Соблюдайте правило постепенности и последовательности.</w:t>
      </w:r>
    </w:p>
    <w:p w:rsidR="00EB5893" w:rsidRPr="000F1A1F" w:rsidRDefault="00EB5893" w:rsidP="00D537BF">
      <w:pPr>
        <w:numPr>
          <w:ilvl w:val="0"/>
          <w:numId w:val="1"/>
        </w:numPr>
        <w:spacing w:after="0" w:line="240" w:lineRule="auto"/>
        <w:ind w:left="4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A1F">
        <w:rPr>
          <w:rFonts w:ascii="Times New Roman" w:hAnsi="Times New Roman" w:cs="Times New Roman"/>
          <w:sz w:val="28"/>
          <w:szCs w:val="28"/>
        </w:rPr>
        <w:t>Учитывайте индивидуальные особенности ребенка.</w:t>
      </w:r>
    </w:p>
    <w:p w:rsidR="00EB5893" w:rsidRPr="000F1A1F" w:rsidRDefault="00EB5893" w:rsidP="00D537BF">
      <w:pPr>
        <w:spacing w:before="210" w:after="21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Зная эти девять правил, каждый из родителей сможет правильно подобрать упражнения для своих детей и грамотно составить комплекс.</w:t>
      </w:r>
    </w:p>
    <w:p w:rsidR="00EB5893" w:rsidRPr="000F1A1F" w:rsidRDefault="00EB5893" w:rsidP="00D537B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EB5893" w:rsidRPr="000F1A1F" w:rsidRDefault="00EB5893" w:rsidP="00D537BF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Несложные упражнения для ребенка полезно разучить в домашних условиях. Каждое из этих упражнений надо делать 3-6 раз. После побегать по комнате или на месте, высоко поднимая колени и размахивая руками, потом походить и восстановить дыхание.</w:t>
      </w:r>
    </w:p>
    <w:p w:rsidR="00EB5893" w:rsidRPr="000F1A1F" w:rsidRDefault="00EB5893" w:rsidP="00D537BF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Предлагаю примерный комплекс упражнений на развитие силы для физкультурных занятий с детьми дошкольного возраста в домашних условиях: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color w:val="339966"/>
          <w:sz w:val="28"/>
          <w:szCs w:val="28"/>
        </w:rPr>
      </w:pPr>
      <w:r w:rsidRPr="000F1A1F">
        <w:rPr>
          <w:rFonts w:ascii="Times New Roman" w:hAnsi="Times New Roman" w:cs="Times New Roman"/>
          <w:b/>
          <w:bCs/>
          <w:color w:val="339966"/>
          <w:sz w:val="28"/>
          <w:szCs w:val="28"/>
        </w:rPr>
        <w:t>1. "Маятник"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И.П.: стойка - ноги врозь, зафиксировать руки на голове. На каждый счёт выполнять наклоны головы 1 - вправо, 2 - влево, 3 - вперед, 4 -  назад.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color w:val="339966"/>
          <w:sz w:val="28"/>
          <w:szCs w:val="28"/>
        </w:rPr>
      </w:pPr>
      <w:r w:rsidRPr="000F1A1F">
        <w:rPr>
          <w:rFonts w:ascii="Times New Roman" w:hAnsi="Times New Roman" w:cs="Times New Roman"/>
          <w:b/>
          <w:bCs/>
          <w:color w:val="339966"/>
          <w:sz w:val="28"/>
          <w:szCs w:val="28"/>
        </w:rPr>
        <w:t>2. "Волна"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И.П.: стойка - ноги врозь, выставить руки в стороны. Поочередно выполнять волнообразные движения руками, напрягая руки в конечной фазе.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color w:val="339966"/>
          <w:sz w:val="28"/>
          <w:szCs w:val="28"/>
        </w:rPr>
      </w:pPr>
      <w:r w:rsidRPr="000F1A1F">
        <w:rPr>
          <w:rFonts w:ascii="Times New Roman" w:hAnsi="Times New Roman" w:cs="Times New Roman"/>
          <w:b/>
          <w:bCs/>
          <w:color w:val="339966"/>
          <w:sz w:val="28"/>
          <w:szCs w:val="28"/>
        </w:rPr>
        <w:t>3. "Вертушка"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И.П.: стойка - ноги вместе, руки – параллельно корпусу вниз. На каждый счет вращать туловище то вправо, то влево, при этом свободно перемещая руки в сторону каждого поворота.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color w:val="339966"/>
          <w:sz w:val="28"/>
          <w:szCs w:val="28"/>
        </w:rPr>
      </w:pPr>
      <w:r w:rsidRPr="000F1A1F">
        <w:rPr>
          <w:rFonts w:ascii="Times New Roman" w:hAnsi="Times New Roman" w:cs="Times New Roman"/>
          <w:b/>
          <w:bCs/>
          <w:color w:val="339966"/>
          <w:sz w:val="28"/>
          <w:szCs w:val="28"/>
        </w:rPr>
        <w:t>4. "Мельница"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И.П.: стойка - ноги врозь по шире с наклоном корпуса вперед, держим руки - в стороны. На каждый счет вращение корпуса то вправо, то влево.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color w:val="339966"/>
          <w:sz w:val="28"/>
          <w:szCs w:val="28"/>
        </w:rPr>
      </w:pPr>
      <w:r w:rsidRPr="000F1A1F">
        <w:rPr>
          <w:rFonts w:ascii="Times New Roman" w:hAnsi="Times New Roman" w:cs="Times New Roman"/>
          <w:b/>
          <w:bCs/>
          <w:color w:val="339966"/>
          <w:sz w:val="28"/>
          <w:szCs w:val="28"/>
        </w:rPr>
        <w:t>5. " Крокодильчик"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И.П.: упор лежа. Передвигаться вперед на одних руках. Избегайте прогиба в пояснице, ногами не помогать.</w:t>
      </w:r>
    </w:p>
    <w:p w:rsidR="00EB5893" w:rsidRPr="000F1A1F" w:rsidRDefault="00EB5893" w:rsidP="00612350">
      <w:pPr>
        <w:pStyle w:val="NoSpacing"/>
        <w:tabs>
          <w:tab w:val="left" w:pos="2580"/>
        </w:tabs>
        <w:ind w:firstLine="708"/>
        <w:jc w:val="both"/>
        <w:rPr>
          <w:rFonts w:ascii="Times New Roman" w:hAnsi="Times New Roman" w:cs="Times New Roman"/>
          <w:b/>
          <w:bCs/>
          <w:color w:val="339966"/>
          <w:sz w:val="28"/>
          <w:szCs w:val="28"/>
        </w:rPr>
      </w:pPr>
      <w:r w:rsidRPr="000F1A1F">
        <w:rPr>
          <w:rFonts w:ascii="Times New Roman" w:hAnsi="Times New Roman" w:cs="Times New Roman"/>
          <w:b/>
          <w:bCs/>
          <w:color w:val="339966"/>
          <w:sz w:val="28"/>
          <w:szCs w:val="28"/>
        </w:rPr>
        <w:t>6. "Ножницы"</w:t>
      </w:r>
      <w:r w:rsidRPr="000F1A1F">
        <w:rPr>
          <w:rFonts w:ascii="Times New Roman" w:hAnsi="Times New Roman" w:cs="Times New Roman"/>
          <w:b/>
          <w:bCs/>
          <w:color w:val="339966"/>
          <w:sz w:val="28"/>
          <w:szCs w:val="28"/>
        </w:rPr>
        <w:tab/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И.П.: горизонтально лежа на спине в упоре на предплечьях, ноги слегка приподняты над уровнем пола. Поочередно делать скрестные движения выпрямленными ногами.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color w:val="339966"/>
          <w:sz w:val="28"/>
          <w:szCs w:val="28"/>
        </w:rPr>
      </w:pPr>
      <w:r w:rsidRPr="000F1A1F">
        <w:rPr>
          <w:rFonts w:ascii="Times New Roman" w:hAnsi="Times New Roman" w:cs="Times New Roman"/>
          <w:b/>
          <w:bCs/>
          <w:color w:val="339966"/>
          <w:sz w:val="28"/>
          <w:szCs w:val="28"/>
        </w:rPr>
        <w:t>7. "Качели"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И.П.: лежа на животе, удерживать руки вдоль торса, ноги немного разведены. Взяться руками за голени ног, прогнуться и покачаться.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color w:val="339966"/>
          <w:sz w:val="28"/>
          <w:szCs w:val="28"/>
        </w:rPr>
      </w:pPr>
      <w:r w:rsidRPr="000F1A1F">
        <w:rPr>
          <w:rFonts w:ascii="Times New Roman" w:hAnsi="Times New Roman" w:cs="Times New Roman"/>
          <w:b/>
          <w:bCs/>
          <w:color w:val="339966"/>
          <w:sz w:val="28"/>
          <w:szCs w:val="28"/>
        </w:rPr>
        <w:t>8. "Лягушка"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И.П.: упор присев, ноги врозь. Просунуть руки между ног. Постараться выполнить отрыв ног от пола, удерживаясь на одних руках. Удерживать позу или попрыгать.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color w:val="339966"/>
          <w:sz w:val="28"/>
          <w:szCs w:val="28"/>
        </w:rPr>
      </w:pPr>
      <w:r w:rsidRPr="000F1A1F">
        <w:rPr>
          <w:rFonts w:ascii="Times New Roman" w:hAnsi="Times New Roman" w:cs="Times New Roman"/>
          <w:b/>
          <w:bCs/>
          <w:color w:val="339966"/>
          <w:sz w:val="28"/>
          <w:szCs w:val="28"/>
        </w:rPr>
        <w:t>9. "Зайчик"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И.П.: упор присев, руки на затылке. Прыжки в упоре присев, с поступательным продвижением вперед. Спину держать ровно.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color w:val="339966"/>
          <w:sz w:val="28"/>
          <w:szCs w:val="28"/>
        </w:rPr>
      </w:pPr>
      <w:r w:rsidRPr="000F1A1F">
        <w:rPr>
          <w:rFonts w:ascii="Times New Roman" w:hAnsi="Times New Roman" w:cs="Times New Roman"/>
          <w:b/>
          <w:bCs/>
          <w:color w:val="339966"/>
          <w:sz w:val="28"/>
          <w:szCs w:val="28"/>
        </w:rPr>
        <w:t>10. "Кенгуру"</w:t>
      </w:r>
    </w:p>
    <w:p w:rsidR="00EB5893" w:rsidRPr="000F1A1F" w:rsidRDefault="00EB5893" w:rsidP="005F129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A1F">
        <w:rPr>
          <w:rFonts w:ascii="Times New Roman" w:hAnsi="Times New Roman" w:cs="Times New Roman"/>
          <w:sz w:val="28"/>
          <w:szCs w:val="28"/>
        </w:rPr>
        <w:t>И.П.: стойка - ноги вместе, с руками внизу. В темпе оттолкнуться, в высшей точке пригнуть ноги и прижать их к груди. Приземлившись снова повторить прыжок.</w:t>
      </w:r>
    </w:p>
    <w:p w:rsidR="00EB5893" w:rsidRPr="000F1A1F" w:rsidRDefault="00EB5893" w:rsidP="000F1A1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ртинки по запросу картинки дети занимаются физкультурой нарисованные" style="width:4in;height:224.25pt">
            <v:imagedata r:id="rId5" r:href="rId6"/>
          </v:shape>
        </w:pict>
      </w:r>
    </w:p>
    <w:p w:rsidR="00EB5893" w:rsidRPr="000F1A1F" w:rsidRDefault="00EB5893" w:rsidP="000F1A1F">
      <w:pPr>
        <w:pStyle w:val="NoSpacing"/>
        <w:jc w:val="center"/>
        <w:rPr>
          <w:rFonts w:ascii="Times New Roman" w:hAnsi="Times New Roman" w:cs="Times New Roman"/>
          <w:b/>
          <w:bCs/>
          <w:color w:val="339966"/>
          <w:sz w:val="36"/>
          <w:szCs w:val="36"/>
        </w:rPr>
      </w:pPr>
      <w:r w:rsidRPr="000F1A1F">
        <w:rPr>
          <w:rFonts w:ascii="Times New Roman" w:hAnsi="Times New Roman" w:cs="Times New Roman"/>
          <w:b/>
          <w:bCs/>
          <w:color w:val="339966"/>
          <w:sz w:val="36"/>
          <w:szCs w:val="36"/>
        </w:rPr>
        <w:t>Будьте здоровы!</w:t>
      </w:r>
    </w:p>
    <w:p w:rsidR="00EB5893" w:rsidRPr="000F1A1F" w:rsidRDefault="00EB5893" w:rsidP="00747CB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sectPr w:rsidR="00EB5893" w:rsidRPr="000F1A1F" w:rsidSect="000F1A1F">
      <w:pgSz w:w="11906" w:h="16838"/>
      <w:pgMar w:top="1134" w:right="850" w:bottom="1134" w:left="1701" w:header="708" w:footer="708" w:gutter="0"/>
      <w:pgBorders w:offsetFrom="page">
        <w:top w:val="peopleWaving" w:sz="14" w:space="24" w:color="auto"/>
        <w:left w:val="peopleWaving" w:sz="14" w:space="24" w:color="auto"/>
        <w:bottom w:val="peopleWaving" w:sz="14" w:space="24" w:color="auto"/>
        <w:right w:val="peopleWaving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14F4"/>
    <w:multiLevelType w:val="multilevel"/>
    <w:tmpl w:val="471AF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8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CB6"/>
    <w:rsid w:val="000F1A1F"/>
    <w:rsid w:val="003801F0"/>
    <w:rsid w:val="003B5452"/>
    <w:rsid w:val="004124CD"/>
    <w:rsid w:val="005F1294"/>
    <w:rsid w:val="00612350"/>
    <w:rsid w:val="0063547B"/>
    <w:rsid w:val="00747CB6"/>
    <w:rsid w:val="007B7CA3"/>
    <w:rsid w:val="008866F8"/>
    <w:rsid w:val="009A3BCB"/>
    <w:rsid w:val="00A1403D"/>
    <w:rsid w:val="00AA34A9"/>
    <w:rsid w:val="00AA4A76"/>
    <w:rsid w:val="00B81B04"/>
    <w:rsid w:val="00BF7680"/>
    <w:rsid w:val="00D537BF"/>
    <w:rsid w:val="00D608C6"/>
    <w:rsid w:val="00D60937"/>
    <w:rsid w:val="00D82C69"/>
    <w:rsid w:val="00E75A07"/>
    <w:rsid w:val="00EB5893"/>
    <w:rsid w:val="00EE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A76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D537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eading5">
    <w:name w:val="heading 5"/>
    <w:basedOn w:val="Normal"/>
    <w:link w:val="Heading5Char"/>
    <w:uiPriority w:val="99"/>
    <w:qFormat/>
    <w:rsid w:val="00D537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537BF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537B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NoSpacing">
    <w:name w:val="No Spacing"/>
    <w:uiPriority w:val="99"/>
    <w:qFormat/>
    <w:rsid w:val="00747CB6"/>
    <w:rPr>
      <w:rFonts w:cs="Calibri"/>
      <w:lang w:eastAsia="en-US"/>
    </w:rPr>
  </w:style>
  <w:style w:type="paragraph" w:styleId="BodyText">
    <w:name w:val="Body Text"/>
    <w:basedOn w:val="Normal"/>
    <w:link w:val="BodyTextChar"/>
    <w:uiPriority w:val="99"/>
    <w:rsid w:val="00747CB6"/>
    <w:pPr>
      <w:spacing w:after="0" w:line="240" w:lineRule="auto"/>
      <w:jc w:val="both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47CB6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D5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537BF"/>
  </w:style>
  <w:style w:type="character" w:styleId="Strong">
    <w:name w:val="Strong"/>
    <w:basedOn w:val="DefaultParagraphFont"/>
    <w:uiPriority w:val="99"/>
    <w:qFormat/>
    <w:rsid w:val="00D537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93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vm.ru/photo/moscvichka/2016/03/doc6p1qdf8t0adq9inkm8y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4</Pages>
  <Words>1181</Words>
  <Characters>6737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Customer</cp:lastModifiedBy>
  <cp:revision>4</cp:revision>
  <dcterms:created xsi:type="dcterms:W3CDTF">2015-01-10T09:30:00Z</dcterms:created>
  <dcterms:modified xsi:type="dcterms:W3CDTF">2017-02-18T18:54:00Z</dcterms:modified>
</cp:coreProperties>
</file>